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FF" w:rsidRPr="007A62B4" w:rsidRDefault="00D00AFF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D00AFF" w:rsidRPr="007A62B4" w:rsidRDefault="00D00AFF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00AFF" w:rsidRDefault="00D00AFF" w:rsidP="001F4E4D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Директора МКУ «ЖКУ» Аксеновой Ларисы Викторовны и членов его семьи</w:t>
      </w:r>
    </w:p>
    <w:p w:rsidR="00D00AFF" w:rsidRPr="007A62B4" w:rsidRDefault="00D00AFF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 1 января по 31 декабря 2014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00AFF" w:rsidRPr="001C2E52" w:rsidRDefault="00D00AFF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88"/>
        <w:gridCol w:w="2092"/>
        <w:gridCol w:w="1721"/>
        <w:gridCol w:w="1152"/>
        <w:gridCol w:w="1677"/>
        <w:gridCol w:w="1694"/>
        <w:gridCol w:w="1778"/>
        <w:gridCol w:w="1152"/>
        <w:gridCol w:w="1677"/>
      </w:tblGrid>
      <w:tr w:rsidR="00D00AFF" w:rsidRPr="00667C4A" w:rsidTr="00981350">
        <w:trPr>
          <w:trHeight w:val="151"/>
        </w:trPr>
        <w:tc>
          <w:tcPr>
            <w:tcW w:w="2545" w:type="dxa"/>
            <w:vMerge w:val="restart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</w:t>
            </w:r>
          </w:p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2014</w:t>
              </w:r>
              <w:r w:rsidRPr="00667C4A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  <w:r w:rsidRPr="00667C4A">
              <w:rPr>
                <w:rFonts w:ascii="Times New Roman" w:hAnsi="Times New Roman"/>
                <w:sz w:val="24"/>
                <w:szCs w:val="24"/>
              </w:rPr>
              <w:t>. (руб.)</w:t>
            </w:r>
          </w:p>
        </w:tc>
        <w:tc>
          <w:tcPr>
            <w:tcW w:w="6244" w:type="dxa"/>
            <w:gridSpan w:val="4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00AFF" w:rsidRPr="00667C4A" w:rsidTr="00981350">
        <w:trPr>
          <w:trHeight w:val="150"/>
        </w:trPr>
        <w:tc>
          <w:tcPr>
            <w:tcW w:w="2545" w:type="dxa"/>
            <w:vMerge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00AFF" w:rsidRPr="00667C4A" w:rsidTr="00981350">
        <w:trPr>
          <w:trHeight w:val="150"/>
        </w:trPr>
        <w:tc>
          <w:tcPr>
            <w:tcW w:w="2545" w:type="dxa"/>
          </w:tcPr>
          <w:p w:rsidR="00D00AFF" w:rsidRPr="00667C4A" w:rsidRDefault="00D00AFF" w:rsidP="001F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Аксенова Лариса Викторовна</w:t>
            </w:r>
          </w:p>
        </w:tc>
        <w:tc>
          <w:tcPr>
            <w:tcW w:w="2092" w:type="dxa"/>
          </w:tcPr>
          <w:p w:rsidR="00D00AFF" w:rsidRPr="00667C4A" w:rsidRDefault="00D00AFF" w:rsidP="00981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453970,20</w:t>
            </w:r>
          </w:p>
        </w:tc>
        <w:tc>
          <w:tcPr>
            <w:tcW w:w="1721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(совместная) </w:t>
            </w:r>
          </w:p>
          <w:p w:rsidR="00D00AFF" w:rsidRPr="00667C4A" w:rsidRDefault="00D00AFF" w:rsidP="00475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475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0AFF" w:rsidRPr="00667C4A" w:rsidRDefault="00D00AFF" w:rsidP="001F4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1F4E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00AFF" w:rsidRPr="00667C4A" w:rsidRDefault="00D00AFF" w:rsidP="003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0AFF" w:rsidRPr="00667C4A" w:rsidRDefault="00D00AFF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00AFF" w:rsidRPr="00667C4A" w:rsidTr="00981350">
        <w:trPr>
          <w:trHeight w:val="150"/>
        </w:trPr>
        <w:tc>
          <w:tcPr>
            <w:tcW w:w="2545" w:type="dxa"/>
          </w:tcPr>
          <w:p w:rsidR="00D00AFF" w:rsidRPr="00667C4A" w:rsidRDefault="00D00AFF" w:rsidP="00F87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D00AFF" w:rsidRPr="00475686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266000,00</w:t>
            </w:r>
          </w:p>
        </w:tc>
        <w:tc>
          <w:tcPr>
            <w:tcW w:w="1721" w:type="dxa"/>
          </w:tcPr>
          <w:p w:rsidR="00D00AFF" w:rsidRPr="00667C4A" w:rsidRDefault="00D00AFF" w:rsidP="0091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(совместная) </w:t>
            </w:r>
          </w:p>
          <w:p w:rsidR="00D00AFF" w:rsidRPr="00667C4A" w:rsidRDefault="00D00AFF" w:rsidP="00CB17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475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0AFF" w:rsidRPr="00667C4A" w:rsidRDefault="00D00AFF" w:rsidP="0098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0AFF" w:rsidRPr="00667C4A" w:rsidRDefault="00D00AFF" w:rsidP="00F877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00AFF" w:rsidRPr="00667C4A" w:rsidRDefault="00D00AFF" w:rsidP="003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C4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C4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C4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D00AFF" w:rsidRPr="00667C4A" w:rsidTr="00981350">
        <w:trPr>
          <w:trHeight w:val="150"/>
        </w:trPr>
        <w:tc>
          <w:tcPr>
            <w:tcW w:w="2545" w:type="dxa"/>
          </w:tcPr>
          <w:p w:rsidR="00D00AFF" w:rsidRPr="00667C4A" w:rsidRDefault="00D00AFF" w:rsidP="00F87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D00AFF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00AFF" w:rsidRDefault="00D00AFF" w:rsidP="00CB17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00AFF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00AFF" w:rsidRDefault="00D00AFF" w:rsidP="003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00AFF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0AFF" w:rsidRPr="00667C4A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(безвозмездное пользование, бессрочное)</w:t>
            </w:r>
          </w:p>
        </w:tc>
        <w:tc>
          <w:tcPr>
            <w:tcW w:w="1152" w:type="dxa"/>
          </w:tcPr>
          <w:p w:rsidR="00D00AFF" w:rsidRPr="00913241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677" w:type="dxa"/>
          </w:tcPr>
          <w:p w:rsidR="00D00AFF" w:rsidRPr="00913241" w:rsidRDefault="00D00AFF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00AFF" w:rsidRDefault="00D00AFF" w:rsidP="00E760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00AFF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50F43"/>
    <w:rsid w:val="00067B76"/>
    <w:rsid w:val="00130735"/>
    <w:rsid w:val="001B38B0"/>
    <w:rsid w:val="001C2E52"/>
    <w:rsid w:val="001F4E4D"/>
    <w:rsid w:val="0032370F"/>
    <w:rsid w:val="00354694"/>
    <w:rsid w:val="003C7767"/>
    <w:rsid w:val="003E5088"/>
    <w:rsid w:val="00475686"/>
    <w:rsid w:val="00615E8F"/>
    <w:rsid w:val="00667C4A"/>
    <w:rsid w:val="006C1CDC"/>
    <w:rsid w:val="006D4229"/>
    <w:rsid w:val="006F57AC"/>
    <w:rsid w:val="007A62B4"/>
    <w:rsid w:val="00831472"/>
    <w:rsid w:val="00887FFB"/>
    <w:rsid w:val="00905F84"/>
    <w:rsid w:val="00910570"/>
    <w:rsid w:val="00913241"/>
    <w:rsid w:val="009329EF"/>
    <w:rsid w:val="00981350"/>
    <w:rsid w:val="00A06334"/>
    <w:rsid w:val="00A52FA9"/>
    <w:rsid w:val="00A60FF5"/>
    <w:rsid w:val="00A913A5"/>
    <w:rsid w:val="00BB3E0C"/>
    <w:rsid w:val="00C609A9"/>
    <w:rsid w:val="00CB17BC"/>
    <w:rsid w:val="00CC442F"/>
    <w:rsid w:val="00CD71FC"/>
    <w:rsid w:val="00CE43B4"/>
    <w:rsid w:val="00D00AFF"/>
    <w:rsid w:val="00D745CE"/>
    <w:rsid w:val="00DA0EF4"/>
    <w:rsid w:val="00DA3BCC"/>
    <w:rsid w:val="00E669E0"/>
    <w:rsid w:val="00E760BC"/>
    <w:rsid w:val="00EE7C81"/>
    <w:rsid w:val="00F877C8"/>
    <w:rsid w:val="00FA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131</Words>
  <Characters>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19</cp:revision>
  <cp:lastPrinted>2015-04-28T07:26:00Z</cp:lastPrinted>
  <dcterms:created xsi:type="dcterms:W3CDTF">2013-05-17T08:24:00Z</dcterms:created>
  <dcterms:modified xsi:type="dcterms:W3CDTF">2015-04-28T07:27:00Z</dcterms:modified>
</cp:coreProperties>
</file>